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87D" w:rsidRPr="00F3061C" w:rsidRDefault="0041087D">
      <w:pPr>
        <w:spacing w:after="160" w:line="259" w:lineRule="auto"/>
        <w:jc w:val="left"/>
        <w:rPr>
          <w:sz w:val="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9"/>
        <w:gridCol w:w="4572"/>
      </w:tblGrid>
      <w:tr w:rsidR="000E76FE" w:rsidTr="00BC52CC">
        <w:tc>
          <w:tcPr>
            <w:tcW w:w="4499" w:type="dxa"/>
          </w:tcPr>
          <w:p w:rsidR="000E76FE" w:rsidRDefault="000E76FE" w:rsidP="00F6218D">
            <w:pPr>
              <w:ind w:firstLine="709"/>
              <w:rPr>
                <w:rFonts w:cs="Times New Roman"/>
              </w:rPr>
            </w:pPr>
          </w:p>
        </w:tc>
        <w:tc>
          <w:tcPr>
            <w:tcW w:w="4572" w:type="dxa"/>
          </w:tcPr>
          <w:p w:rsidR="000E76FE" w:rsidRPr="00E97E5F" w:rsidRDefault="00BE38B5" w:rsidP="00F6218D">
            <w:pPr>
              <w:pStyle w:val="ad"/>
              <w:ind w:left="0" w:firstLine="709"/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Приложение</w:t>
            </w:r>
            <w:r w:rsidR="000E76FE">
              <w:rPr>
                <w:rFonts w:cs="Times New Roman"/>
                <w:szCs w:val="28"/>
              </w:rPr>
              <w:t xml:space="preserve"> </w:t>
            </w:r>
            <w:r w:rsidR="0082425A">
              <w:rPr>
                <w:rFonts w:cs="Times New Roman"/>
                <w:szCs w:val="28"/>
              </w:rPr>
              <w:t xml:space="preserve">1 </w:t>
            </w:r>
            <w:r w:rsidR="000E76FE" w:rsidRPr="00E97E5F">
              <w:rPr>
                <w:rFonts w:cs="Times New Roman"/>
                <w:szCs w:val="28"/>
              </w:rPr>
              <w:t>к приказу Департамента</w:t>
            </w:r>
            <w:r w:rsidR="000E76FE">
              <w:rPr>
                <w:rFonts w:cs="Times New Roman"/>
                <w:szCs w:val="28"/>
              </w:rPr>
              <w:t xml:space="preserve"> </w:t>
            </w:r>
            <w:r w:rsidR="000E76FE" w:rsidRPr="00E97E5F">
              <w:rPr>
                <w:rFonts w:cs="Times New Roman"/>
                <w:szCs w:val="28"/>
              </w:rPr>
              <w:t>образования</w:t>
            </w:r>
            <w:r w:rsidR="00BC52CC">
              <w:rPr>
                <w:rFonts w:cs="Times New Roman"/>
                <w:szCs w:val="28"/>
              </w:rPr>
              <w:t xml:space="preserve"> и науки</w:t>
            </w:r>
            <w:r w:rsidR="000E76FE" w:rsidRPr="00E97E5F">
              <w:rPr>
                <w:rFonts w:cs="Times New Roman"/>
                <w:szCs w:val="28"/>
              </w:rPr>
              <w:t xml:space="preserve"> Ивановской области</w:t>
            </w:r>
          </w:p>
          <w:p w:rsidR="000E76FE" w:rsidRDefault="000E76FE" w:rsidP="00F6218D">
            <w:pPr>
              <w:pStyle w:val="ad"/>
              <w:ind w:left="0" w:firstLine="709"/>
              <w:jc w:val="right"/>
              <w:rPr>
                <w:rFonts w:cs="Times New Roman"/>
                <w:szCs w:val="28"/>
              </w:rPr>
            </w:pPr>
            <w:r w:rsidRPr="00E97E5F">
              <w:rPr>
                <w:rFonts w:cs="Times New Roman"/>
                <w:szCs w:val="28"/>
              </w:rPr>
              <w:t xml:space="preserve">от </w:t>
            </w:r>
            <w:r>
              <w:rPr>
                <w:rFonts w:cs="Times New Roman"/>
                <w:szCs w:val="28"/>
              </w:rPr>
              <w:t>__________</w:t>
            </w:r>
            <w:r w:rsidRPr="00E97E5F">
              <w:rPr>
                <w:rFonts w:cs="Times New Roman"/>
                <w:szCs w:val="28"/>
              </w:rPr>
              <w:t>№ _________</w:t>
            </w:r>
            <w:r>
              <w:rPr>
                <w:rFonts w:cs="Times New Roman"/>
                <w:szCs w:val="28"/>
              </w:rPr>
              <w:t>-о</w:t>
            </w:r>
          </w:p>
          <w:p w:rsidR="0082425A" w:rsidRDefault="0082425A" w:rsidP="0082425A">
            <w:pPr>
              <w:pStyle w:val="ad"/>
              <w:ind w:left="0" w:firstLine="709"/>
              <w:jc w:val="right"/>
              <w:rPr>
                <w:rFonts w:cs="Times New Roman"/>
                <w:szCs w:val="28"/>
              </w:rPr>
            </w:pPr>
          </w:p>
          <w:p w:rsidR="0082425A" w:rsidRPr="00E97E5F" w:rsidRDefault="0082425A" w:rsidP="0082425A">
            <w:pPr>
              <w:pStyle w:val="ad"/>
              <w:ind w:left="0" w:firstLine="709"/>
              <w:jc w:val="right"/>
              <w:rPr>
                <w:rFonts w:cs="Times New Roman"/>
                <w:szCs w:val="28"/>
              </w:rPr>
            </w:pPr>
            <w:r w:rsidRPr="00E97E5F">
              <w:rPr>
                <w:rFonts w:cs="Times New Roman"/>
                <w:szCs w:val="28"/>
              </w:rPr>
              <w:t>Приложение</w:t>
            </w:r>
            <w:r>
              <w:rPr>
                <w:rFonts w:cs="Times New Roman"/>
                <w:szCs w:val="28"/>
              </w:rPr>
              <w:t xml:space="preserve"> 2 </w:t>
            </w:r>
            <w:r w:rsidRPr="00E97E5F">
              <w:rPr>
                <w:rFonts w:cs="Times New Roman"/>
                <w:szCs w:val="28"/>
              </w:rPr>
              <w:t>к</w:t>
            </w:r>
            <w:r>
              <w:rPr>
                <w:rFonts w:cs="Times New Roman"/>
                <w:szCs w:val="28"/>
              </w:rPr>
              <w:t xml:space="preserve"> </w:t>
            </w:r>
            <w:r w:rsidRPr="00E97E5F">
              <w:rPr>
                <w:rFonts w:cs="Times New Roman"/>
                <w:szCs w:val="28"/>
              </w:rPr>
              <w:t>приказу</w:t>
            </w:r>
            <w:r>
              <w:rPr>
                <w:rFonts w:cs="Times New Roman"/>
                <w:szCs w:val="28"/>
              </w:rPr>
              <w:t xml:space="preserve"> </w:t>
            </w:r>
            <w:r w:rsidRPr="00E97E5F">
              <w:rPr>
                <w:rFonts w:cs="Times New Roman"/>
                <w:szCs w:val="28"/>
              </w:rPr>
              <w:t>Департамента</w:t>
            </w:r>
            <w:r>
              <w:rPr>
                <w:rFonts w:cs="Times New Roman"/>
                <w:szCs w:val="28"/>
              </w:rPr>
              <w:t xml:space="preserve"> </w:t>
            </w:r>
            <w:r w:rsidRPr="00E97E5F">
              <w:rPr>
                <w:rFonts w:cs="Times New Roman"/>
                <w:szCs w:val="28"/>
              </w:rPr>
              <w:t>образования</w:t>
            </w:r>
            <w:r>
              <w:rPr>
                <w:rFonts w:cs="Times New Roman"/>
                <w:szCs w:val="28"/>
              </w:rPr>
              <w:t xml:space="preserve"> и науки </w:t>
            </w:r>
            <w:r w:rsidRPr="00E97E5F">
              <w:rPr>
                <w:rFonts w:cs="Times New Roman"/>
                <w:szCs w:val="28"/>
              </w:rPr>
              <w:t>Ивановской</w:t>
            </w:r>
            <w:r>
              <w:rPr>
                <w:rFonts w:cs="Times New Roman"/>
                <w:szCs w:val="28"/>
              </w:rPr>
              <w:t xml:space="preserve"> </w:t>
            </w:r>
            <w:r w:rsidRPr="00E97E5F">
              <w:rPr>
                <w:rFonts w:cs="Times New Roman"/>
                <w:szCs w:val="28"/>
              </w:rPr>
              <w:t>области</w:t>
            </w:r>
          </w:p>
          <w:p w:rsidR="0082425A" w:rsidRPr="006D0830" w:rsidRDefault="0082425A" w:rsidP="0082425A">
            <w:pPr>
              <w:pStyle w:val="ad"/>
              <w:ind w:left="0" w:firstLine="709"/>
              <w:jc w:val="right"/>
              <w:rPr>
                <w:rFonts w:cs="Times New Roman"/>
                <w:szCs w:val="28"/>
              </w:rPr>
            </w:pPr>
            <w:r w:rsidRPr="00E97E5F">
              <w:rPr>
                <w:rFonts w:cs="Times New Roman"/>
                <w:szCs w:val="28"/>
              </w:rPr>
              <w:t>от</w:t>
            </w:r>
            <w:r>
              <w:rPr>
                <w:rFonts w:cs="Times New Roman"/>
                <w:szCs w:val="28"/>
              </w:rPr>
              <w:t xml:space="preserve"> 17.10.2024 </w:t>
            </w:r>
            <w:r w:rsidRPr="00E97E5F">
              <w:rPr>
                <w:rFonts w:cs="Times New Roman"/>
                <w:szCs w:val="28"/>
              </w:rPr>
              <w:t>№</w:t>
            </w:r>
            <w:r>
              <w:rPr>
                <w:rFonts w:cs="Times New Roman"/>
                <w:szCs w:val="28"/>
              </w:rPr>
              <w:t xml:space="preserve"> 1197-о</w:t>
            </w:r>
          </w:p>
        </w:tc>
      </w:tr>
    </w:tbl>
    <w:p w:rsidR="000E76FE" w:rsidRPr="001D0B4B" w:rsidRDefault="000E76FE" w:rsidP="000E76FE">
      <w:pPr>
        <w:jc w:val="center"/>
        <w:rPr>
          <w:rFonts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71"/>
      </w:tblGrid>
      <w:tr w:rsidR="0041087D" w:rsidTr="00BE38B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0E76FE" w:rsidRPr="000E76FE" w:rsidRDefault="000E76FE" w:rsidP="000E76FE">
            <w:pPr>
              <w:jc w:val="center"/>
              <w:rPr>
                <w:b/>
              </w:rPr>
            </w:pPr>
            <w:r w:rsidRPr="000E76FE">
              <w:rPr>
                <w:b/>
              </w:rPr>
              <w:t>Лицевая сторона</w:t>
            </w:r>
            <w:r w:rsidR="00F33AA9">
              <w:rPr>
                <w:b/>
              </w:rPr>
              <w:t xml:space="preserve"> </w:t>
            </w:r>
            <w:r w:rsidR="00BE38B5">
              <w:rPr>
                <w:b/>
              </w:rPr>
              <w:t>одностороннего</w:t>
            </w:r>
            <w:r w:rsidRPr="000E76FE">
              <w:rPr>
                <w:b/>
              </w:rPr>
              <w:t xml:space="preserve"> бланка записи</w:t>
            </w:r>
          </w:p>
          <w:p w:rsidR="0041087D" w:rsidRPr="00DA47D0" w:rsidRDefault="00BE38B5" w:rsidP="000E76FE">
            <w:pPr>
              <w:jc w:val="center"/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76124C7" wp14:editId="74CCB80A">
                  <wp:extent cx="4655128" cy="6586796"/>
                  <wp:effectExtent l="0" t="0" r="0" b="5080"/>
                  <wp:docPr id="13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2441" cy="66678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6D00" w:rsidRDefault="00C16D00" w:rsidP="00BE38B5">
      <w:pPr>
        <w:spacing w:after="160" w:line="259" w:lineRule="auto"/>
        <w:jc w:val="left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9"/>
        <w:gridCol w:w="4572"/>
      </w:tblGrid>
      <w:tr w:rsidR="006C557B" w:rsidTr="00E00215">
        <w:tc>
          <w:tcPr>
            <w:tcW w:w="4499" w:type="dxa"/>
          </w:tcPr>
          <w:p w:rsidR="006C557B" w:rsidRDefault="006C557B" w:rsidP="00E00215">
            <w:pPr>
              <w:ind w:firstLine="709"/>
              <w:rPr>
                <w:rFonts w:cs="Times New Roman"/>
              </w:rPr>
            </w:pPr>
          </w:p>
        </w:tc>
        <w:tc>
          <w:tcPr>
            <w:tcW w:w="4572" w:type="dxa"/>
          </w:tcPr>
          <w:p w:rsidR="006C557B" w:rsidRPr="00E97E5F" w:rsidRDefault="006C557B" w:rsidP="00E00215">
            <w:pPr>
              <w:pStyle w:val="ad"/>
              <w:ind w:left="0" w:firstLine="709"/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Приложение </w:t>
            </w:r>
            <w:r>
              <w:rPr>
                <w:rFonts w:cs="Times New Roman"/>
                <w:szCs w:val="28"/>
              </w:rPr>
              <w:t>2</w:t>
            </w:r>
            <w:r>
              <w:rPr>
                <w:rFonts w:cs="Times New Roman"/>
                <w:szCs w:val="28"/>
              </w:rPr>
              <w:t xml:space="preserve"> </w:t>
            </w:r>
            <w:r w:rsidRPr="00E97E5F">
              <w:rPr>
                <w:rFonts w:cs="Times New Roman"/>
                <w:szCs w:val="28"/>
              </w:rPr>
              <w:t>к приказу Департамента</w:t>
            </w:r>
            <w:r>
              <w:rPr>
                <w:rFonts w:cs="Times New Roman"/>
                <w:szCs w:val="28"/>
              </w:rPr>
              <w:t xml:space="preserve"> </w:t>
            </w:r>
            <w:r w:rsidRPr="00E97E5F">
              <w:rPr>
                <w:rFonts w:cs="Times New Roman"/>
                <w:szCs w:val="28"/>
              </w:rPr>
              <w:t>образования</w:t>
            </w:r>
            <w:r>
              <w:rPr>
                <w:rFonts w:cs="Times New Roman"/>
                <w:szCs w:val="28"/>
              </w:rPr>
              <w:t xml:space="preserve"> и науки</w:t>
            </w:r>
            <w:r w:rsidRPr="00E97E5F">
              <w:rPr>
                <w:rFonts w:cs="Times New Roman"/>
                <w:szCs w:val="28"/>
              </w:rPr>
              <w:t xml:space="preserve"> Ивановской области</w:t>
            </w:r>
          </w:p>
          <w:p w:rsidR="006C557B" w:rsidRPr="006C557B" w:rsidRDefault="006C557B" w:rsidP="006C557B">
            <w:pPr>
              <w:pStyle w:val="ad"/>
              <w:ind w:left="0" w:firstLine="709"/>
              <w:jc w:val="right"/>
              <w:rPr>
                <w:rFonts w:cs="Times New Roman"/>
                <w:szCs w:val="28"/>
              </w:rPr>
            </w:pPr>
            <w:proofErr w:type="gramStart"/>
            <w:r w:rsidRPr="00E97E5F">
              <w:rPr>
                <w:rFonts w:cs="Times New Roman"/>
                <w:szCs w:val="28"/>
              </w:rPr>
              <w:t>от</w:t>
            </w:r>
            <w:proofErr w:type="gramEnd"/>
            <w:r w:rsidRPr="00E97E5F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__________</w:t>
            </w:r>
            <w:r w:rsidRPr="00E97E5F">
              <w:rPr>
                <w:rFonts w:cs="Times New Roman"/>
                <w:szCs w:val="28"/>
              </w:rPr>
              <w:t>№ _________</w:t>
            </w:r>
            <w:r>
              <w:rPr>
                <w:rFonts w:cs="Times New Roman"/>
                <w:szCs w:val="28"/>
              </w:rPr>
              <w:t>-о</w:t>
            </w:r>
          </w:p>
        </w:tc>
      </w:tr>
    </w:tbl>
    <w:p w:rsidR="006C557B" w:rsidRPr="001D0B4B" w:rsidRDefault="006C557B" w:rsidP="006C557B">
      <w:pPr>
        <w:jc w:val="center"/>
        <w:rPr>
          <w:rFonts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71"/>
      </w:tblGrid>
      <w:tr w:rsidR="006C557B" w:rsidTr="00E0021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6C557B" w:rsidRDefault="006C557B" w:rsidP="00E00215">
            <w:pPr>
              <w:jc w:val="center"/>
            </w:pPr>
          </w:p>
          <w:p w:rsidR="006C557B" w:rsidRDefault="006C557B" w:rsidP="00E00215">
            <w:pPr>
              <w:jc w:val="center"/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09600B11" wp14:editId="449546D2">
                  <wp:extent cx="5127955" cy="7255824"/>
                  <wp:effectExtent l="0" t="0" r="0" b="2540"/>
                  <wp:docPr id="1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99829" cy="73575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C557B" w:rsidRPr="004C4BDB" w:rsidRDefault="006C557B" w:rsidP="006C557B">
            <w:pPr>
              <w:widowControl w:val="0"/>
              <w:spacing w:after="12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C4BDB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Рис.</w:t>
            </w: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6</w:t>
            </w:r>
            <w:r w:rsidRPr="004C4BDB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C4BDB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Лицевая</w:t>
            </w: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C4BDB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сторона</w:t>
            </w: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C4BDB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бланка</w:t>
            </w: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C4BDB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записи</w:t>
            </w:r>
          </w:p>
          <w:p w:rsidR="006C557B" w:rsidRPr="00DA47D0" w:rsidRDefault="006C557B" w:rsidP="006C557B"/>
        </w:tc>
        <w:bookmarkStart w:id="0" w:name="_GoBack"/>
        <w:bookmarkEnd w:id="0"/>
      </w:tr>
    </w:tbl>
    <w:p w:rsidR="006C557B" w:rsidRPr="00BE38B5" w:rsidRDefault="006C557B" w:rsidP="00BE38B5">
      <w:pPr>
        <w:spacing w:after="160" w:line="259" w:lineRule="auto"/>
        <w:jc w:val="left"/>
      </w:pPr>
    </w:p>
    <w:sectPr w:rsidR="006C557B" w:rsidRPr="00BE38B5" w:rsidSect="00280093">
      <w:headerReference w:type="default" r:id="rId9"/>
      <w:pgSz w:w="11906" w:h="16838"/>
      <w:pgMar w:top="1134" w:right="1276" w:bottom="1134" w:left="1559" w:header="709" w:footer="709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37F" w:rsidRDefault="0018437F" w:rsidP="00CE0494">
      <w:r>
        <w:separator/>
      </w:r>
    </w:p>
    <w:p w:rsidR="0018437F" w:rsidRDefault="0018437F"/>
  </w:endnote>
  <w:endnote w:type="continuationSeparator" w:id="0">
    <w:p w:rsidR="0018437F" w:rsidRDefault="0018437F" w:rsidP="00CE0494">
      <w:r>
        <w:continuationSeparator/>
      </w:r>
    </w:p>
    <w:p w:rsidR="0018437F" w:rsidRDefault="001843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37F" w:rsidRDefault="0018437F" w:rsidP="00CE0494">
      <w:r>
        <w:separator/>
      </w:r>
    </w:p>
    <w:p w:rsidR="0018437F" w:rsidRDefault="0018437F"/>
  </w:footnote>
  <w:footnote w:type="continuationSeparator" w:id="0">
    <w:p w:rsidR="0018437F" w:rsidRDefault="0018437F" w:rsidP="00CE0494">
      <w:r>
        <w:continuationSeparator/>
      </w:r>
    </w:p>
    <w:p w:rsidR="0018437F" w:rsidRDefault="0018437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8848635"/>
      <w:docPartObj>
        <w:docPartGallery w:val="Page Numbers (Top of Page)"/>
        <w:docPartUnique/>
      </w:docPartObj>
    </w:sdtPr>
    <w:sdtEndPr/>
    <w:sdtContent>
      <w:p w:rsidR="008423F0" w:rsidRDefault="008423F0" w:rsidP="00CE049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557B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30327"/>
    <w:multiLevelType w:val="hybridMultilevel"/>
    <w:tmpl w:val="FB8815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096B79"/>
    <w:multiLevelType w:val="hybridMultilevel"/>
    <w:tmpl w:val="871EFE8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103456B"/>
    <w:multiLevelType w:val="hybridMultilevel"/>
    <w:tmpl w:val="FF7E19EE"/>
    <w:lvl w:ilvl="0" w:tplc="3666379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6E636EA"/>
    <w:multiLevelType w:val="hybridMultilevel"/>
    <w:tmpl w:val="970086DC"/>
    <w:lvl w:ilvl="0" w:tplc="6098091A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964B73"/>
    <w:multiLevelType w:val="hybridMultilevel"/>
    <w:tmpl w:val="92F64DC0"/>
    <w:lvl w:ilvl="0" w:tplc="80220E5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FB0607B"/>
    <w:multiLevelType w:val="multilevel"/>
    <w:tmpl w:val="AAC6F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9C047F"/>
    <w:multiLevelType w:val="hybridMultilevel"/>
    <w:tmpl w:val="8C7A9628"/>
    <w:lvl w:ilvl="0" w:tplc="5B0663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5091680"/>
    <w:multiLevelType w:val="hybridMultilevel"/>
    <w:tmpl w:val="A71C4E7E"/>
    <w:lvl w:ilvl="0" w:tplc="9502088E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8">
    <w:nsid w:val="2C223EBD"/>
    <w:multiLevelType w:val="hybridMultilevel"/>
    <w:tmpl w:val="09A43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C8364F"/>
    <w:multiLevelType w:val="hybridMultilevel"/>
    <w:tmpl w:val="800E3AFA"/>
    <w:lvl w:ilvl="0" w:tplc="80220E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4404B40"/>
    <w:multiLevelType w:val="hybridMultilevel"/>
    <w:tmpl w:val="29785250"/>
    <w:lvl w:ilvl="0" w:tplc="E52AFB20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7FD2AD9"/>
    <w:multiLevelType w:val="hybridMultilevel"/>
    <w:tmpl w:val="00CA918A"/>
    <w:lvl w:ilvl="0" w:tplc="80220E5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9430C8F"/>
    <w:multiLevelType w:val="hybridMultilevel"/>
    <w:tmpl w:val="83DE6EB0"/>
    <w:lvl w:ilvl="0" w:tplc="C5ACF4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EDE6EAE"/>
    <w:multiLevelType w:val="hybridMultilevel"/>
    <w:tmpl w:val="A11E80B8"/>
    <w:lvl w:ilvl="0" w:tplc="80220E5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615E2416"/>
    <w:multiLevelType w:val="multilevel"/>
    <w:tmpl w:val="22603C84"/>
    <w:lvl w:ilvl="0">
      <w:start w:val="1"/>
      <w:numFmt w:val="decimal"/>
      <w:pStyle w:val="1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5">
    <w:nsid w:val="64042C2E"/>
    <w:multiLevelType w:val="hybridMultilevel"/>
    <w:tmpl w:val="08C02C1C"/>
    <w:lvl w:ilvl="0" w:tplc="579423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BAC61F8"/>
    <w:multiLevelType w:val="hybridMultilevel"/>
    <w:tmpl w:val="BFE0A0E0"/>
    <w:lvl w:ilvl="0" w:tplc="1870DEE6">
      <w:numFmt w:val="bullet"/>
      <w:lvlText w:val="•"/>
      <w:lvlJc w:val="left"/>
      <w:pPr>
        <w:ind w:left="1414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6E075513"/>
    <w:multiLevelType w:val="hybridMultilevel"/>
    <w:tmpl w:val="69EE347A"/>
    <w:lvl w:ilvl="0" w:tplc="8690ADF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EEE793E"/>
    <w:multiLevelType w:val="hybridMultilevel"/>
    <w:tmpl w:val="297AAE90"/>
    <w:lvl w:ilvl="0" w:tplc="E1BC84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1813F85"/>
    <w:multiLevelType w:val="hybridMultilevel"/>
    <w:tmpl w:val="FF7E0866"/>
    <w:lvl w:ilvl="0" w:tplc="E1A61CB8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7623F4C"/>
    <w:multiLevelType w:val="hybridMultilevel"/>
    <w:tmpl w:val="86169440"/>
    <w:lvl w:ilvl="0" w:tplc="5D54DD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B3D14D5"/>
    <w:multiLevelType w:val="hybridMultilevel"/>
    <w:tmpl w:val="855C8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9"/>
  </w:num>
  <w:num w:numId="4">
    <w:abstractNumId w:val="14"/>
  </w:num>
  <w:num w:numId="5">
    <w:abstractNumId w:val="8"/>
  </w:num>
  <w:num w:numId="6">
    <w:abstractNumId w:val="21"/>
  </w:num>
  <w:num w:numId="7">
    <w:abstractNumId w:val="20"/>
  </w:num>
  <w:num w:numId="8">
    <w:abstractNumId w:val="3"/>
  </w:num>
  <w:num w:numId="9">
    <w:abstractNumId w:val="6"/>
  </w:num>
  <w:num w:numId="10">
    <w:abstractNumId w:val="7"/>
  </w:num>
  <w:num w:numId="11">
    <w:abstractNumId w:val="17"/>
  </w:num>
  <w:num w:numId="12">
    <w:abstractNumId w:val="10"/>
  </w:num>
  <w:num w:numId="13">
    <w:abstractNumId w:val="5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2"/>
  </w:num>
  <w:num w:numId="17">
    <w:abstractNumId w:val="16"/>
  </w:num>
  <w:num w:numId="18">
    <w:abstractNumId w:val="2"/>
  </w:num>
  <w:num w:numId="19">
    <w:abstractNumId w:val="11"/>
  </w:num>
  <w:num w:numId="20">
    <w:abstractNumId w:val="4"/>
  </w:num>
  <w:num w:numId="21">
    <w:abstractNumId w:val="9"/>
  </w:num>
  <w:num w:numId="22">
    <w:abstractNumId w:val="1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701"/>
    <w:rsid w:val="00000F5F"/>
    <w:rsid w:val="0000307C"/>
    <w:rsid w:val="0001639A"/>
    <w:rsid w:val="00025471"/>
    <w:rsid w:val="00035C59"/>
    <w:rsid w:val="00042FED"/>
    <w:rsid w:val="00045B76"/>
    <w:rsid w:val="00046C87"/>
    <w:rsid w:val="00047E51"/>
    <w:rsid w:val="00051CE0"/>
    <w:rsid w:val="00056381"/>
    <w:rsid w:val="000724CC"/>
    <w:rsid w:val="000739A7"/>
    <w:rsid w:val="000739E6"/>
    <w:rsid w:val="000755E3"/>
    <w:rsid w:val="00076415"/>
    <w:rsid w:val="00076551"/>
    <w:rsid w:val="0008005F"/>
    <w:rsid w:val="000818D9"/>
    <w:rsid w:val="00083E80"/>
    <w:rsid w:val="00085447"/>
    <w:rsid w:val="000874AB"/>
    <w:rsid w:val="00087995"/>
    <w:rsid w:val="00095D7C"/>
    <w:rsid w:val="000A4B8F"/>
    <w:rsid w:val="000A7F6A"/>
    <w:rsid w:val="000B261F"/>
    <w:rsid w:val="000B382C"/>
    <w:rsid w:val="000B7BBA"/>
    <w:rsid w:val="000C32BF"/>
    <w:rsid w:val="000C414C"/>
    <w:rsid w:val="000D0FC5"/>
    <w:rsid w:val="000D5C09"/>
    <w:rsid w:val="000E75DF"/>
    <w:rsid w:val="000E76FE"/>
    <w:rsid w:val="000E77D5"/>
    <w:rsid w:val="000F217F"/>
    <w:rsid w:val="000F2393"/>
    <w:rsid w:val="000F59D3"/>
    <w:rsid w:val="00102B1D"/>
    <w:rsid w:val="0010335C"/>
    <w:rsid w:val="00103BFD"/>
    <w:rsid w:val="001137E6"/>
    <w:rsid w:val="00117581"/>
    <w:rsid w:val="00131793"/>
    <w:rsid w:val="00135BFE"/>
    <w:rsid w:val="00143695"/>
    <w:rsid w:val="0014691E"/>
    <w:rsid w:val="00147ABC"/>
    <w:rsid w:val="00154A24"/>
    <w:rsid w:val="00157ECD"/>
    <w:rsid w:val="001658A4"/>
    <w:rsid w:val="00165B64"/>
    <w:rsid w:val="00167488"/>
    <w:rsid w:val="00176A73"/>
    <w:rsid w:val="00182CCA"/>
    <w:rsid w:val="00183397"/>
    <w:rsid w:val="0018437F"/>
    <w:rsid w:val="001914E7"/>
    <w:rsid w:val="00193DD0"/>
    <w:rsid w:val="001946A5"/>
    <w:rsid w:val="00196889"/>
    <w:rsid w:val="001A23C2"/>
    <w:rsid w:val="001A4096"/>
    <w:rsid w:val="001B2ED5"/>
    <w:rsid w:val="001B5E6D"/>
    <w:rsid w:val="001B7A97"/>
    <w:rsid w:val="001C30DB"/>
    <w:rsid w:val="001C516A"/>
    <w:rsid w:val="001C6B82"/>
    <w:rsid w:val="001D0B4B"/>
    <w:rsid w:val="001D481D"/>
    <w:rsid w:val="001E3FCD"/>
    <w:rsid w:val="001E69C1"/>
    <w:rsid w:val="001F1B38"/>
    <w:rsid w:val="001F3015"/>
    <w:rsid w:val="001F31F5"/>
    <w:rsid w:val="001F50FB"/>
    <w:rsid w:val="001F6127"/>
    <w:rsid w:val="002166A2"/>
    <w:rsid w:val="00225DD8"/>
    <w:rsid w:val="00233661"/>
    <w:rsid w:val="00243C63"/>
    <w:rsid w:val="00244761"/>
    <w:rsid w:val="00247746"/>
    <w:rsid w:val="002522DE"/>
    <w:rsid w:val="002542EF"/>
    <w:rsid w:val="00256304"/>
    <w:rsid w:val="00261D2B"/>
    <w:rsid w:val="00273C8C"/>
    <w:rsid w:val="0027684B"/>
    <w:rsid w:val="00280093"/>
    <w:rsid w:val="00285CC6"/>
    <w:rsid w:val="00286330"/>
    <w:rsid w:val="0029096E"/>
    <w:rsid w:val="00292D61"/>
    <w:rsid w:val="00295D0E"/>
    <w:rsid w:val="002B1B75"/>
    <w:rsid w:val="002B2810"/>
    <w:rsid w:val="002C27C5"/>
    <w:rsid w:val="002C4D63"/>
    <w:rsid w:val="002D6BD5"/>
    <w:rsid w:val="002E1AED"/>
    <w:rsid w:val="002E3B08"/>
    <w:rsid w:val="002E5822"/>
    <w:rsid w:val="002E608D"/>
    <w:rsid w:val="002F1212"/>
    <w:rsid w:val="002F4707"/>
    <w:rsid w:val="002F5780"/>
    <w:rsid w:val="002F7FC9"/>
    <w:rsid w:val="003022BF"/>
    <w:rsid w:val="00304CB0"/>
    <w:rsid w:val="0031085E"/>
    <w:rsid w:val="003172E1"/>
    <w:rsid w:val="003206F7"/>
    <w:rsid w:val="00323FDF"/>
    <w:rsid w:val="0032473B"/>
    <w:rsid w:val="0033479A"/>
    <w:rsid w:val="003348ED"/>
    <w:rsid w:val="00340E03"/>
    <w:rsid w:val="003416D7"/>
    <w:rsid w:val="00343ECE"/>
    <w:rsid w:val="00352769"/>
    <w:rsid w:val="00355A4B"/>
    <w:rsid w:val="00360C43"/>
    <w:rsid w:val="00364E54"/>
    <w:rsid w:val="00366FBE"/>
    <w:rsid w:val="003676F5"/>
    <w:rsid w:val="00371A39"/>
    <w:rsid w:val="00374CBE"/>
    <w:rsid w:val="003878EA"/>
    <w:rsid w:val="003904C0"/>
    <w:rsid w:val="0039192B"/>
    <w:rsid w:val="00394779"/>
    <w:rsid w:val="00395C77"/>
    <w:rsid w:val="003A3710"/>
    <w:rsid w:val="003A39C8"/>
    <w:rsid w:val="003A3EC4"/>
    <w:rsid w:val="003A5C39"/>
    <w:rsid w:val="003A6F88"/>
    <w:rsid w:val="003B0901"/>
    <w:rsid w:val="003B09C5"/>
    <w:rsid w:val="003B1F9D"/>
    <w:rsid w:val="003B3A45"/>
    <w:rsid w:val="003B7647"/>
    <w:rsid w:val="003C1AC4"/>
    <w:rsid w:val="003D0797"/>
    <w:rsid w:val="003D6112"/>
    <w:rsid w:val="003D6C01"/>
    <w:rsid w:val="003D7193"/>
    <w:rsid w:val="003E32C2"/>
    <w:rsid w:val="003E53DF"/>
    <w:rsid w:val="003F3257"/>
    <w:rsid w:val="003F5482"/>
    <w:rsid w:val="003F71DA"/>
    <w:rsid w:val="00401735"/>
    <w:rsid w:val="0041087D"/>
    <w:rsid w:val="00411830"/>
    <w:rsid w:val="004142E3"/>
    <w:rsid w:val="004145AC"/>
    <w:rsid w:val="00416063"/>
    <w:rsid w:val="00416689"/>
    <w:rsid w:val="00421DC3"/>
    <w:rsid w:val="00423F98"/>
    <w:rsid w:val="00430763"/>
    <w:rsid w:val="0043259D"/>
    <w:rsid w:val="00432701"/>
    <w:rsid w:val="00434EDE"/>
    <w:rsid w:val="00436F59"/>
    <w:rsid w:val="00441BE7"/>
    <w:rsid w:val="0044311C"/>
    <w:rsid w:val="004452D4"/>
    <w:rsid w:val="00452069"/>
    <w:rsid w:val="00466E65"/>
    <w:rsid w:val="00467D76"/>
    <w:rsid w:val="00492E2B"/>
    <w:rsid w:val="004957AB"/>
    <w:rsid w:val="004A193E"/>
    <w:rsid w:val="004A5925"/>
    <w:rsid w:val="004B2F8D"/>
    <w:rsid w:val="004B64CA"/>
    <w:rsid w:val="004B779E"/>
    <w:rsid w:val="004C4BDB"/>
    <w:rsid w:val="004C564C"/>
    <w:rsid w:val="004D5C2F"/>
    <w:rsid w:val="004D7DC2"/>
    <w:rsid w:val="004E281B"/>
    <w:rsid w:val="004F17C4"/>
    <w:rsid w:val="004F67F2"/>
    <w:rsid w:val="0050133F"/>
    <w:rsid w:val="00501BF8"/>
    <w:rsid w:val="00506F07"/>
    <w:rsid w:val="00507923"/>
    <w:rsid w:val="0051073F"/>
    <w:rsid w:val="005113BD"/>
    <w:rsid w:val="00512109"/>
    <w:rsid w:val="00521240"/>
    <w:rsid w:val="005304A3"/>
    <w:rsid w:val="00532294"/>
    <w:rsid w:val="005405DF"/>
    <w:rsid w:val="005411CD"/>
    <w:rsid w:val="00543FC3"/>
    <w:rsid w:val="00546DB0"/>
    <w:rsid w:val="00550D2E"/>
    <w:rsid w:val="00551DDE"/>
    <w:rsid w:val="00553E89"/>
    <w:rsid w:val="005604EB"/>
    <w:rsid w:val="00566BBE"/>
    <w:rsid w:val="0057105D"/>
    <w:rsid w:val="0057753B"/>
    <w:rsid w:val="00580A1C"/>
    <w:rsid w:val="00582D7B"/>
    <w:rsid w:val="0058493E"/>
    <w:rsid w:val="00597F7E"/>
    <w:rsid w:val="005A0D8D"/>
    <w:rsid w:val="005B7CA2"/>
    <w:rsid w:val="005C0281"/>
    <w:rsid w:val="005C0903"/>
    <w:rsid w:val="005C2195"/>
    <w:rsid w:val="005C6885"/>
    <w:rsid w:val="005C6B23"/>
    <w:rsid w:val="005C6E2C"/>
    <w:rsid w:val="005D4AB0"/>
    <w:rsid w:val="005D5E6B"/>
    <w:rsid w:val="005D7011"/>
    <w:rsid w:val="005E075C"/>
    <w:rsid w:val="005E4E97"/>
    <w:rsid w:val="005E59E6"/>
    <w:rsid w:val="005E61B9"/>
    <w:rsid w:val="005E67B7"/>
    <w:rsid w:val="005F1FB5"/>
    <w:rsid w:val="005F2CF9"/>
    <w:rsid w:val="005F2FF4"/>
    <w:rsid w:val="005F6A5F"/>
    <w:rsid w:val="00603DBF"/>
    <w:rsid w:val="006156F2"/>
    <w:rsid w:val="00620576"/>
    <w:rsid w:val="00620A8B"/>
    <w:rsid w:val="006261E1"/>
    <w:rsid w:val="006267C8"/>
    <w:rsid w:val="006316D1"/>
    <w:rsid w:val="00632F1F"/>
    <w:rsid w:val="00635012"/>
    <w:rsid w:val="0064706D"/>
    <w:rsid w:val="00647F03"/>
    <w:rsid w:val="006504E5"/>
    <w:rsid w:val="00652549"/>
    <w:rsid w:val="00653F3C"/>
    <w:rsid w:val="00661C03"/>
    <w:rsid w:val="00663900"/>
    <w:rsid w:val="006662D1"/>
    <w:rsid w:val="0066721D"/>
    <w:rsid w:val="00671F41"/>
    <w:rsid w:val="0068563E"/>
    <w:rsid w:val="006860A8"/>
    <w:rsid w:val="00686F5C"/>
    <w:rsid w:val="006931A5"/>
    <w:rsid w:val="00693E19"/>
    <w:rsid w:val="006A006E"/>
    <w:rsid w:val="006A3AAF"/>
    <w:rsid w:val="006A500E"/>
    <w:rsid w:val="006A6FFD"/>
    <w:rsid w:val="006B0028"/>
    <w:rsid w:val="006B5668"/>
    <w:rsid w:val="006B7BBE"/>
    <w:rsid w:val="006C557B"/>
    <w:rsid w:val="006D0830"/>
    <w:rsid w:val="006D71A4"/>
    <w:rsid w:val="006D74C0"/>
    <w:rsid w:val="006E2765"/>
    <w:rsid w:val="006E4151"/>
    <w:rsid w:val="006E5515"/>
    <w:rsid w:val="006F017E"/>
    <w:rsid w:val="006F08A5"/>
    <w:rsid w:val="006F5762"/>
    <w:rsid w:val="007013AC"/>
    <w:rsid w:val="00706507"/>
    <w:rsid w:val="00710050"/>
    <w:rsid w:val="00715AFD"/>
    <w:rsid w:val="00725D0D"/>
    <w:rsid w:val="007262A1"/>
    <w:rsid w:val="00727669"/>
    <w:rsid w:val="0073270A"/>
    <w:rsid w:val="00735C98"/>
    <w:rsid w:val="0074203C"/>
    <w:rsid w:val="007456DC"/>
    <w:rsid w:val="00750FBB"/>
    <w:rsid w:val="0075227E"/>
    <w:rsid w:val="00761775"/>
    <w:rsid w:val="007621AE"/>
    <w:rsid w:val="00772010"/>
    <w:rsid w:val="00776CA1"/>
    <w:rsid w:val="00780CC2"/>
    <w:rsid w:val="00792173"/>
    <w:rsid w:val="007A4688"/>
    <w:rsid w:val="007A52F8"/>
    <w:rsid w:val="007A65BA"/>
    <w:rsid w:val="007A66D4"/>
    <w:rsid w:val="007A6BD3"/>
    <w:rsid w:val="007B0A5A"/>
    <w:rsid w:val="007B7180"/>
    <w:rsid w:val="007B76A5"/>
    <w:rsid w:val="007C15FA"/>
    <w:rsid w:val="007C442D"/>
    <w:rsid w:val="007C499F"/>
    <w:rsid w:val="007D22D0"/>
    <w:rsid w:val="007D77C0"/>
    <w:rsid w:val="007E32BD"/>
    <w:rsid w:val="007F026F"/>
    <w:rsid w:val="007F3B24"/>
    <w:rsid w:val="008050B6"/>
    <w:rsid w:val="00805729"/>
    <w:rsid w:val="008064F9"/>
    <w:rsid w:val="008145AF"/>
    <w:rsid w:val="00814E94"/>
    <w:rsid w:val="00817F1A"/>
    <w:rsid w:val="008209AA"/>
    <w:rsid w:val="00822946"/>
    <w:rsid w:val="0082425A"/>
    <w:rsid w:val="00825593"/>
    <w:rsid w:val="00827C81"/>
    <w:rsid w:val="00831966"/>
    <w:rsid w:val="008336DC"/>
    <w:rsid w:val="00834854"/>
    <w:rsid w:val="008423F0"/>
    <w:rsid w:val="00844058"/>
    <w:rsid w:val="0084604F"/>
    <w:rsid w:val="00856337"/>
    <w:rsid w:val="008639AF"/>
    <w:rsid w:val="00864102"/>
    <w:rsid w:val="008708A2"/>
    <w:rsid w:val="00871D6E"/>
    <w:rsid w:val="00873885"/>
    <w:rsid w:val="008743BE"/>
    <w:rsid w:val="00874798"/>
    <w:rsid w:val="00880C53"/>
    <w:rsid w:val="00884423"/>
    <w:rsid w:val="00893CEA"/>
    <w:rsid w:val="008A02AE"/>
    <w:rsid w:val="008A308F"/>
    <w:rsid w:val="008A5432"/>
    <w:rsid w:val="008B192D"/>
    <w:rsid w:val="008B3513"/>
    <w:rsid w:val="008B565A"/>
    <w:rsid w:val="008B684D"/>
    <w:rsid w:val="008B6C39"/>
    <w:rsid w:val="008C4900"/>
    <w:rsid w:val="008D6D4C"/>
    <w:rsid w:val="008D7539"/>
    <w:rsid w:val="008E0053"/>
    <w:rsid w:val="008E1982"/>
    <w:rsid w:val="008E4E7D"/>
    <w:rsid w:val="008F257C"/>
    <w:rsid w:val="008F7B4D"/>
    <w:rsid w:val="00906870"/>
    <w:rsid w:val="00913A76"/>
    <w:rsid w:val="00915E34"/>
    <w:rsid w:val="009210D3"/>
    <w:rsid w:val="00935AD9"/>
    <w:rsid w:val="009363C8"/>
    <w:rsid w:val="009372CE"/>
    <w:rsid w:val="00937A34"/>
    <w:rsid w:val="00952192"/>
    <w:rsid w:val="00962E48"/>
    <w:rsid w:val="00971984"/>
    <w:rsid w:val="009916F3"/>
    <w:rsid w:val="00992845"/>
    <w:rsid w:val="00993863"/>
    <w:rsid w:val="009A2BD0"/>
    <w:rsid w:val="009B3AFF"/>
    <w:rsid w:val="009B712A"/>
    <w:rsid w:val="009D1524"/>
    <w:rsid w:val="009D6B65"/>
    <w:rsid w:val="009E17F6"/>
    <w:rsid w:val="009E3CA8"/>
    <w:rsid w:val="009E79EA"/>
    <w:rsid w:val="009F073F"/>
    <w:rsid w:val="009F3E3E"/>
    <w:rsid w:val="009F6D75"/>
    <w:rsid w:val="00A04CAC"/>
    <w:rsid w:val="00A10C6E"/>
    <w:rsid w:val="00A15414"/>
    <w:rsid w:val="00A17E03"/>
    <w:rsid w:val="00A31DEC"/>
    <w:rsid w:val="00A34819"/>
    <w:rsid w:val="00A40B1B"/>
    <w:rsid w:val="00A443B3"/>
    <w:rsid w:val="00A657F0"/>
    <w:rsid w:val="00A67242"/>
    <w:rsid w:val="00A70650"/>
    <w:rsid w:val="00A709D1"/>
    <w:rsid w:val="00A7636B"/>
    <w:rsid w:val="00A768F0"/>
    <w:rsid w:val="00A76AF6"/>
    <w:rsid w:val="00A8659A"/>
    <w:rsid w:val="00A874F9"/>
    <w:rsid w:val="00A9220D"/>
    <w:rsid w:val="00A93B1E"/>
    <w:rsid w:val="00A945F7"/>
    <w:rsid w:val="00A9781B"/>
    <w:rsid w:val="00AB0CF4"/>
    <w:rsid w:val="00AB5F11"/>
    <w:rsid w:val="00AB6BFC"/>
    <w:rsid w:val="00AC07A6"/>
    <w:rsid w:val="00AC1664"/>
    <w:rsid w:val="00AC266A"/>
    <w:rsid w:val="00AD49AF"/>
    <w:rsid w:val="00AE02E8"/>
    <w:rsid w:val="00AE3B8A"/>
    <w:rsid w:val="00AE43CD"/>
    <w:rsid w:val="00AE7274"/>
    <w:rsid w:val="00AF1072"/>
    <w:rsid w:val="00B128A0"/>
    <w:rsid w:val="00B13A64"/>
    <w:rsid w:val="00B222BF"/>
    <w:rsid w:val="00B24318"/>
    <w:rsid w:val="00B2481F"/>
    <w:rsid w:val="00B3499C"/>
    <w:rsid w:val="00B355B4"/>
    <w:rsid w:val="00B35EF6"/>
    <w:rsid w:val="00B3788B"/>
    <w:rsid w:val="00B415B3"/>
    <w:rsid w:val="00B428D6"/>
    <w:rsid w:val="00B519B8"/>
    <w:rsid w:val="00B579C0"/>
    <w:rsid w:val="00B60BBB"/>
    <w:rsid w:val="00B63959"/>
    <w:rsid w:val="00B65522"/>
    <w:rsid w:val="00B8311C"/>
    <w:rsid w:val="00B94133"/>
    <w:rsid w:val="00BA6F9B"/>
    <w:rsid w:val="00BA7AA4"/>
    <w:rsid w:val="00BB6E38"/>
    <w:rsid w:val="00BC1372"/>
    <w:rsid w:val="00BC16F5"/>
    <w:rsid w:val="00BC42C5"/>
    <w:rsid w:val="00BC52CC"/>
    <w:rsid w:val="00BC5E13"/>
    <w:rsid w:val="00BC6D24"/>
    <w:rsid w:val="00BD04F2"/>
    <w:rsid w:val="00BD05E8"/>
    <w:rsid w:val="00BD2FF1"/>
    <w:rsid w:val="00BD3897"/>
    <w:rsid w:val="00BE040C"/>
    <w:rsid w:val="00BE38B5"/>
    <w:rsid w:val="00BE48A5"/>
    <w:rsid w:val="00BE51D8"/>
    <w:rsid w:val="00BF0F74"/>
    <w:rsid w:val="00BF3BDF"/>
    <w:rsid w:val="00C02399"/>
    <w:rsid w:val="00C02BE2"/>
    <w:rsid w:val="00C06C24"/>
    <w:rsid w:val="00C070B7"/>
    <w:rsid w:val="00C16D00"/>
    <w:rsid w:val="00C17EA7"/>
    <w:rsid w:val="00C21E4F"/>
    <w:rsid w:val="00C24472"/>
    <w:rsid w:val="00C25368"/>
    <w:rsid w:val="00C2757B"/>
    <w:rsid w:val="00C36CD7"/>
    <w:rsid w:val="00C51732"/>
    <w:rsid w:val="00C52072"/>
    <w:rsid w:val="00C61200"/>
    <w:rsid w:val="00C639C5"/>
    <w:rsid w:val="00C647AB"/>
    <w:rsid w:val="00C6606C"/>
    <w:rsid w:val="00C6709B"/>
    <w:rsid w:val="00C72947"/>
    <w:rsid w:val="00C82536"/>
    <w:rsid w:val="00C87746"/>
    <w:rsid w:val="00C91E6C"/>
    <w:rsid w:val="00C95334"/>
    <w:rsid w:val="00CA3775"/>
    <w:rsid w:val="00CB3724"/>
    <w:rsid w:val="00CB583E"/>
    <w:rsid w:val="00CC01CA"/>
    <w:rsid w:val="00CC5010"/>
    <w:rsid w:val="00CC7D5C"/>
    <w:rsid w:val="00CD12EF"/>
    <w:rsid w:val="00CD566D"/>
    <w:rsid w:val="00CD76B7"/>
    <w:rsid w:val="00CD77C9"/>
    <w:rsid w:val="00CE0494"/>
    <w:rsid w:val="00CF0CCB"/>
    <w:rsid w:val="00D0175B"/>
    <w:rsid w:val="00D02109"/>
    <w:rsid w:val="00D073EA"/>
    <w:rsid w:val="00D10D17"/>
    <w:rsid w:val="00D12133"/>
    <w:rsid w:val="00D1509F"/>
    <w:rsid w:val="00D2039C"/>
    <w:rsid w:val="00D25D7A"/>
    <w:rsid w:val="00D31F8B"/>
    <w:rsid w:val="00D377B1"/>
    <w:rsid w:val="00D407B8"/>
    <w:rsid w:val="00D46CC9"/>
    <w:rsid w:val="00D47CB2"/>
    <w:rsid w:val="00D53FE1"/>
    <w:rsid w:val="00D60E45"/>
    <w:rsid w:val="00D64BBB"/>
    <w:rsid w:val="00D64C81"/>
    <w:rsid w:val="00D666CB"/>
    <w:rsid w:val="00D711CA"/>
    <w:rsid w:val="00D71A8B"/>
    <w:rsid w:val="00D81E02"/>
    <w:rsid w:val="00D828DC"/>
    <w:rsid w:val="00D837EF"/>
    <w:rsid w:val="00D87ADE"/>
    <w:rsid w:val="00D9047E"/>
    <w:rsid w:val="00D94897"/>
    <w:rsid w:val="00D96A7E"/>
    <w:rsid w:val="00DA47D0"/>
    <w:rsid w:val="00DA7B7A"/>
    <w:rsid w:val="00DC32B3"/>
    <w:rsid w:val="00DC74CF"/>
    <w:rsid w:val="00DC79C1"/>
    <w:rsid w:val="00DD5631"/>
    <w:rsid w:val="00DF1E1B"/>
    <w:rsid w:val="00E026AA"/>
    <w:rsid w:val="00E0654A"/>
    <w:rsid w:val="00E17436"/>
    <w:rsid w:val="00E2372E"/>
    <w:rsid w:val="00E248FC"/>
    <w:rsid w:val="00E25405"/>
    <w:rsid w:val="00E2555A"/>
    <w:rsid w:val="00E41B42"/>
    <w:rsid w:val="00E527E3"/>
    <w:rsid w:val="00E620AC"/>
    <w:rsid w:val="00E63259"/>
    <w:rsid w:val="00E65842"/>
    <w:rsid w:val="00E659C5"/>
    <w:rsid w:val="00E665AB"/>
    <w:rsid w:val="00E66FB7"/>
    <w:rsid w:val="00E726DE"/>
    <w:rsid w:val="00E76E2F"/>
    <w:rsid w:val="00E81503"/>
    <w:rsid w:val="00E9303D"/>
    <w:rsid w:val="00E943A8"/>
    <w:rsid w:val="00E97E5F"/>
    <w:rsid w:val="00EA0FD2"/>
    <w:rsid w:val="00EA3E1E"/>
    <w:rsid w:val="00EA4A14"/>
    <w:rsid w:val="00EA5994"/>
    <w:rsid w:val="00EB4FB7"/>
    <w:rsid w:val="00EC1D63"/>
    <w:rsid w:val="00EC3409"/>
    <w:rsid w:val="00ED12CB"/>
    <w:rsid w:val="00ED4AD9"/>
    <w:rsid w:val="00ED52EA"/>
    <w:rsid w:val="00ED545B"/>
    <w:rsid w:val="00EF2AF5"/>
    <w:rsid w:val="00EF7F4D"/>
    <w:rsid w:val="00F064D8"/>
    <w:rsid w:val="00F15E5D"/>
    <w:rsid w:val="00F26988"/>
    <w:rsid w:val="00F2787E"/>
    <w:rsid w:val="00F3061C"/>
    <w:rsid w:val="00F33AA9"/>
    <w:rsid w:val="00F33B1B"/>
    <w:rsid w:val="00F35216"/>
    <w:rsid w:val="00F35807"/>
    <w:rsid w:val="00F35F04"/>
    <w:rsid w:val="00F43CA0"/>
    <w:rsid w:val="00F500C9"/>
    <w:rsid w:val="00F507DB"/>
    <w:rsid w:val="00F54793"/>
    <w:rsid w:val="00F55718"/>
    <w:rsid w:val="00F61AA8"/>
    <w:rsid w:val="00F700E9"/>
    <w:rsid w:val="00F70A1B"/>
    <w:rsid w:val="00F72080"/>
    <w:rsid w:val="00F7762E"/>
    <w:rsid w:val="00F82AD0"/>
    <w:rsid w:val="00F83D40"/>
    <w:rsid w:val="00F84AC2"/>
    <w:rsid w:val="00F95FC8"/>
    <w:rsid w:val="00FA01DD"/>
    <w:rsid w:val="00FA0CCE"/>
    <w:rsid w:val="00FA2CAD"/>
    <w:rsid w:val="00FA4913"/>
    <w:rsid w:val="00FA7A5C"/>
    <w:rsid w:val="00FB1253"/>
    <w:rsid w:val="00FB5318"/>
    <w:rsid w:val="00FC1437"/>
    <w:rsid w:val="00FC222E"/>
    <w:rsid w:val="00FC6834"/>
    <w:rsid w:val="00FD401A"/>
    <w:rsid w:val="00FD5C7F"/>
    <w:rsid w:val="00FE66BF"/>
    <w:rsid w:val="00FF1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E20102-F3E5-47DC-A314-70613FA8C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D7B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uiPriority w:val="9"/>
    <w:qFormat/>
    <w:rsid w:val="00DA47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FF1369"/>
    <w:pPr>
      <w:keepNext/>
      <w:jc w:val="center"/>
      <w:outlineLvl w:val="1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3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nhideWhenUsed/>
    <w:rsid w:val="00FF1369"/>
    <w:rPr>
      <w:color w:val="0000FF"/>
      <w:u w:val="single"/>
    </w:rPr>
  </w:style>
  <w:style w:type="paragraph" w:styleId="a5">
    <w:name w:val="header"/>
    <w:basedOn w:val="a"/>
    <w:link w:val="12"/>
    <w:uiPriority w:val="99"/>
    <w:unhideWhenUsed/>
    <w:rsid w:val="00FF1369"/>
    <w:pPr>
      <w:tabs>
        <w:tab w:val="center" w:pos="4153"/>
        <w:tab w:val="right" w:pos="8306"/>
      </w:tabs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rsid w:val="00FF1369"/>
  </w:style>
  <w:style w:type="paragraph" w:styleId="a7">
    <w:name w:val="Body Text"/>
    <w:basedOn w:val="a"/>
    <w:link w:val="13"/>
    <w:semiHidden/>
    <w:unhideWhenUsed/>
    <w:rsid w:val="00FF1369"/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FF1369"/>
  </w:style>
  <w:style w:type="character" w:customStyle="1" w:styleId="12">
    <w:name w:val="Верхний колонтитул Знак1"/>
    <w:link w:val="a5"/>
    <w:locked/>
    <w:rsid w:val="00FF1369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13">
    <w:name w:val="Основной текст Знак1"/>
    <w:link w:val="a7"/>
    <w:semiHidden/>
    <w:locked/>
    <w:rsid w:val="00FF1369"/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МОН"/>
    <w:basedOn w:val="a"/>
    <w:link w:val="aa"/>
    <w:rsid w:val="00FF1369"/>
    <w:pPr>
      <w:widowControl w:val="0"/>
      <w:autoSpaceDE w:val="0"/>
      <w:autoSpaceDN w:val="0"/>
      <w:adjustRightInd w:val="0"/>
      <w:spacing w:line="360" w:lineRule="auto"/>
      <w:ind w:firstLine="709"/>
    </w:pPr>
    <w:rPr>
      <w:rFonts w:eastAsia="Times New Roman" w:cs="Times New Roman"/>
      <w:szCs w:val="24"/>
      <w:lang w:eastAsia="ru-RU"/>
    </w:rPr>
  </w:style>
  <w:style w:type="character" w:customStyle="1" w:styleId="aa">
    <w:name w:val="МОН Знак"/>
    <w:link w:val="a9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F136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5D7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5D7C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link w:val="ae"/>
    <w:uiPriority w:val="34"/>
    <w:qFormat/>
    <w:rsid w:val="00BC1372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962E48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962E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 уровень"/>
    <w:basedOn w:val="ad"/>
    <w:uiPriority w:val="99"/>
    <w:rsid w:val="00416063"/>
    <w:pPr>
      <w:keepNext/>
      <w:pageBreakBefore/>
      <w:numPr>
        <w:numId w:val="4"/>
      </w:numPr>
      <w:spacing w:before="240" w:after="240"/>
      <w:jc w:val="center"/>
    </w:pPr>
    <w:rPr>
      <w:rFonts w:eastAsia="Times New Roman" w:cs="Arial"/>
      <w:b/>
      <w:bCs/>
      <w:kern w:val="32"/>
      <w:sz w:val="32"/>
      <w:szCs w:val="32"/>
      <w:lang w:eastAsia="ru-RU"/>
    </w:rPr>
  </w:style>
  <w:style w:type="paragraph" w:customStyle="1" w:styleId="14">
    <w:name w:val="Заголовок1"/>
    <w:basedOn w:val="1"/>
    <w:link w:val="15"/>
    <w:uiPriority w:val="99"/>
    <w:rsid w:val="00416063"/>
    <w:rPr>
      <w:rFonts w:cs="Times New Roman"/>
      <w:sz w:val="28"/>
      <w:szCs w:val="28"/>
      <w:lang w:eastAsia="en-US"/>
    </w:rPr>
  </w:style>
  <w:style w:type="character" w:customStyle="1" w:styleId="15">
    <w:name w:val="Заголовок1 Знак"/>
    <w:link w:val="14"/>
    <w:uiPriority w:val="99"/>
    <w:locked/>
    <w:rsid w:val="00416063"/>
    <w:rPr>
      <w:rFonts w:ascii="Times New Roman" w:eastAsia="Times New Roman" w:hAnsi="Times New Roman" w:cs="Times New Roman"/>
      <w:b/>
      <w:bCs/>
      <w:kern w:val="32"/>
      <w:sz w:val="28"/>
      <w:szCs w:val="28"/>
    </w:rPr>
  </w:style>
  <w:style w:type="character" w:customStyle="1" w:styleId="11">
    <w:name w:val="Заголовок 1 Знак"/>
    <w:basedOn w:val="a0"/>
    <w:link w:val="10"/>
    <w:uiPriority w:val="9"/>
    <w:rsid w:val="00DA47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1">
    <w:name w:val="footnote text"/>
    <w:basedOn w:val="a"/>
    <w:link w:val="af2"/>
    <w:rsid w:val="00DA47D0"/>
    <w:rPr>
      <w:rFonts w:eastAsia="Calibri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DA47D0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3">
    <w:name w:val="footnote reference"/>
    <w:rsid w:val="00DA47D0"/>
    <w:rPr>
      <w:rFonts w:cs="Times New Roman"/>
      <w:vertAlign w:val="superscript"/>
    </w:rPr>
  </w:style>
  <w:style w:type="character" w:customStyle="1" w:styleId="ae">
    <w:name w:val="Абзац списка Знак"/>
    <w:link w:val="ad"/>
    <w:uiPriority w:val="99"/>
    <w:locked/>
    <w:rsid w:val="00430763"/>
    <w:rPr>
      <w:rFonts w:ascii="Times New Roman" w:hAnsi="Times New Roman"/>
      <w:sz w:val="28"/>
    </w:rPr>
  </w:style>
  <w:style w:type="table" w:customStyle="1" w:styleId="16">
    <w:name w:val="Сетка таблицы1"/>
    <w:basedOn w:val="a1"/>
    <w:next w:val="a3"/>
    <w:uiPriority w:val="39"/>
    <w:rsid w:val="00467D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0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er\Desktop\&#1064;&#1072;&#1073;&#1083;&#1086;&#1085;&#1099;\&#1101;&#1083;&#1077;&#1082;&#1090;&#1088;&#1086;&#1085;&#1085;&#1099;&#1081;%20&#1092;&#1086;&#1088;&#1084;&#1091;&#1083;&#1103;&#1088;%20&#1087;&#1088;&#1080;&#1082;&#1072;&#1079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E1195-5373-47FB-9E32-1C26D577A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электронный формуляр приказа</Template>
  <TotalTime>49</TotalTime>
  <Pages>2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uzer</dc:creator>
  <cp:lastModifiedBy>pc-111_1</cp:lastModifiedBy>
  <cp:revision>7</cp:revision>
  <cp:lastPrinted>2019-10-17T09:28:00Z</cp:lastPrinted>
  <dcterms:created xsi:type="dcterms:W3CDTF">2024-10-16T11:42:00Z</dcterms:created>
  <dcterms:modified xsi:type="dcterms:W3CDTF">2024-11-25T09:32:00Z</dcterms:modified>
</cp:coreProperties>
</file>